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DB0" w:rsidRDefault="00B64A9F" w:rsidP="00F52DB0">
      <w:pPr>
        <w:pStyle w:val="Title"/>
      </w:pPr>
      <w:bookmarkStart w:id="0" w:name="_GoBack"/>
      <w:bookmarkEnd w:id="0"/>
      <w:r>
        <w:t xml:space="preserve">RFC: </w:t>
      </w:r>
      <w:r w:rsidR="00306AAD">
        <w:t>M</w:t>
      </w:r>
      <w:r w:rsidR="00C94384">
        <w:t>erg</w:t>
      </w:r>
      <w:r w:rsidR="00306AAD">
        <w:t>ing Named Datatypes</w:t>
      </w:r>
      <w:r w:rsidR="005D4376">
        <w:t xml:space="preserve"> in H5Ocopy</w:t>
      </w:r>
    </w:p>
    <w:p w:rsidR="00F52DB0" w:rsidRDefault="00306AAD" w:rsidP="00F52DB0">
      <w:pPr>
        <w:pStyle w:val="Author"/>
      </w:pPr>
      <w:r>
        <w:t>Neil Fortner</w:t>
      </w:r>
    </w:p>
    <w:p w:rsidR="00F52DB0" w:rsidRPr="006000D5" w:rsidRDefault="00306AAD" w:rsidP="00F52DB0">
      <w:pPr>
        <w:pStyle w:val="Author"/>
      </w:pPr>
      <w:r>
        <w:t>Quincey Koziol</w:t>
      </w:r>
    </w:p>
    <w:p w:rsidR="00F52DB0" w:rsidRDefault="00F62062" w:rsidP="00F52DB0">
      <w:pPr>
        <w:pStyle w:val="Abstract"/>
      </w:pPr>
      <w:r>
        <w:t xml:space="preserve">This RFC proposes adding a new feature to H5Ocopy to allow matching </w:t>
      </w:r>
      <w:r w:rsidR="00444540">
        <w:t xml:space="preserve">named datatypes used by </w:t>
      </w:r>
      <w:r>
        <w:t xml:space="preserve">datasets and attributes in the source file with already existing named datatypes in the destination file. </w:t>
      </w:r>
      <w:r w:rsidR="001B0067">
        <w:t>When such a match is found, the dataset</w:t>
      </w:r>
      <w:r w:rsidR="00444540">
        <w:t xml:space="preserve"> or attribute</w:t>
      </w:r>
      <w:r w:rsidR="001B0067">
        <w:t xml:space="preserve"> will use the existing named datatype in the destination file. </w:t>
      </w:r>
      <w:r>
        <w:t>This will make it easier to maintain the shared nature of named datatypes when copying objects between files.</w:t>
      </w:r>
    </w:p>
    <w:p w:rsidR="00F52DB0" w:rsidRPr="00913E2A" w:rsidRDefault="00F52DB0" w:rsidP="00F52DB0">
      <w:pPr>
        <w:pStyle w:val="Divider"/>
      </w:pPr>
    </w:p>
    <w:p w:rsidR="00F52DB0" w:rsidRDefault="00B64A9F" w:rsidP="00F52DB0">
      <w:pPr>
        <w:pStyle w:val="Heading1"/>
      </w:pPr>
      <w:r>
        <w:t xml:space="preserve">Introduction    </w:t>
      </w:r>
    </w:p>
    <w:p w:rsidR="00F52DB0" w:rsidRDefault="00711931" w:rsidP="00F52DB0">
      <w:r>
        <w:t>Named datatypes can be a powerful feature in HDF5</w:t>
      </w:r>
      <w:r w:rsidR="00204B84">
        <w:t>.</w:t>
      </w:r>
      <w:r>
        <w:t xml:space="preserve"> They can be used to share a single datatype description among</w:t>
      </w:r>
      <w:r w:rsidR="00D232B9">
        <w:t xml:space="preserve"> multiple datasets, saving space, and to assign a name to that datatype within the HDF5 group structure.</w:t>
      </w:r>
      <w:r w:rsidR="00D90EBF">
        <w:t xml:space="preserve"> However, problems can occur when using </w:t>
      </w:r>
      <w:r w:rsidR="00D90EBF" w:rsidRPr="00BB4A90">
        <w:rPr>
          <w:i/>
        </w:rPr>
        <w:t>H5Ocopy</w:t>
      </w:r>
      <w:r w:rsidR="00D90EBF">
        <w:t xml:space="preserve"> on named datatypes or datasets using named datatypes.</w:t>
      </w:r>
    </w:p>
    <w:p w:rsidR="004B3AD1" w:rsidRDefault="005074C5" w:rsidP="00F52DB0">
      <w:r>
        <w:t xml:space="preserve">When copying </w:t>
      </w:r>
      <w:r w:rsidR="0056191E">
        <w:t xml:space="preserve">a </w:t>
      </w:r>
      <w:r>
        <w:t>dataset that use</w:t>
      </w:r>
      <w:r w:rsidR="0056191E">
        <w:t>s a</w:t>
      </w:r>
      <w:r>
        <w:t xml:space="preserve"> named datatype between files, the library does not look for</w:t>
      </w:r>
      <w:r w:rsidR="0056191E">
        <w:t xml:space="preserve"> a matching named datatype in the destination </w:t>
      </w:r>
      <w:proofErr w:type="gramStart"/>
      <w:r w:rsidR="0056191E">
        <w:t>file,</w:t>
      </w:r>
      <w:proofErr w:type="gramEnd"/>
      <w:r w:rsidR="0056191E">
        <w:t xml:space="preserve"> it simply creates a new named datatype in the destination file without any links to it (an anonymous named datatype).</w:t>
      </w:r>
      <w:r w:rsidR="00F315CA">
        <w:t xml:space="preserve"> This means that, when copying multiple datasets in separate calls to </w:t>
      </w:r>
      <w:r w:rsidR="00F315CA" w:rsidRPr="00BB4A90">
        <w:rPr>
          <w:i/>
        </w:rPr>
        <w:t>H5Ocopy</w:t>
      </w:r>
      <w:r w:rsidR="00F315CA">
        <w:t xml:space="preserve">, a new named datatype is created for each </w:t>
      </w:r>
      <w:r w:rsidR="005408E7" w:rsidRPr="005408E7">
        <w:rPr>
          <w:i/>
        </w:rPr>
        <w:t>H5Ocopy</w:t>
      </w:r>
      <w:r w:rsidR="00444540">
        <w:t xml:space="preserve"> call</w:t>
      </w:r>
      <w:r w:rsidR="00F315CA">
        <w:t xml:space="preserve">. While it is possible to have </w:t>
      </w:r>
      <w:proofErr w:type="gramStart"/>
      <w:r w:rsidR="00CC03BD">
        <w:t xml:space="preserve">all </w:t>
      </w:r>
      <w:r w:rsidR="00F315CA">
        <w:t>the</w:t>
      </w:r>
      <w:proofErr w:type="gramEnd"/>
      <w:r w:rsidR="00F315CA">
        <w:t xml:space="preserve"> copied datasets share the same datatype by copying </w:t>
      </w:r>
      <w:r w:rsidR="00CC03BD">
        <w:t>them</w:t>
      </w:r>
      <w:r w:rsidR="00F315CA">
        <w:t xml:space="preserve"> in a single call to </w:t>
      </w:r>
      <w:r w:rsidR="00F315CA" w:rsidRPr="00BB4A90">
        <w:rPr>
          <w:i/>
        </w:rPr>
        <w:t>H5Ocopy</w:t>
      </w:r>
      <w:r w:rsidR="00F315CA">
        <w:t xml:space="preserve">, this is not always </w:t>
      </w:r>
      <w:r w:rsidR="00C2746F">
        <w:t>attainable</w:t>
      </w:r>
      <w:r w:rsidR="00F315CA">
        <w:t>.</w:t>
      </w:r>
    </w:p>
    <w:p w:rsidR="003A58C4" w:rsidRDefault="004D666F" w:rsidP="00F52DB0">
      <w:r>
        <w:t xml:space="preserve">For example, imagine that a user </w:t>
      </w:r>
      <w:r w:rsidR="0018370E">
        <w:t>has</w:t>
      </w:r>
      <w:r>
        <w:t xml:space="preserve"> an application that automatically creates many data files, each with many datasets that all use a single named datatype. At the end of a project, the user wants to merge all of these files into a single file. There is currently no way to have all of the datasets in the combined file use the same named datatype, short of manually recreating each dataset in the combined file.</w:t>
      </w:r>
    </w:p>
    <w:p w:rsidR="00F315CA" w:rsidRDefault="00F315CA" w:rsidP="00F52DB0">
      <w:r>
        <w:t>This RFC proposes adding a new feature</w:t>
      </w:r>
      <w:r w:rsidR="00C70BAE">
        <w:t xml:space="preserve"> to </w:t>
      </w:r>
      <w:r w:rsidR="00C70BAE" w:rsidRPr="00BB4A90">
        <w:rPr>
          <w:i/>
        </w:rPr>
        <w:t>H5Ocopy</w:t>
      </w:r>
      <w:r w:rsidR="00C70BAE">
        <w:t xml:space="preserve">, by means of a new flag for use with </w:t>
      </w:r>
      <w:r w:rsidR="00C70BAE" w:rsidRPr="00BB4A90">
        <w:rPr>
          <w:i/>
        </w:rPr>
        <w:t>H5Pset_copy_object</w:t>
      </w:r>
      <w:r w:rsidR="00C70BAE">
        <w:t>, which directs the library to</w:t>
      </w:r>
      <w:r w:rsidR="009A5E8E">
        <w:t xml:space="preserve"> search for matching a named datatype in the destination file</w:t>
      </w:r>
      <w:r w:rsidR="00C70BAE">
        <w:t xml:space="preserve"> when copying a dataset that uses a named datatype to a different file and, if found, have the copied dataset use the found datatype.</w:t>
      </w:r>
    </w:p>
    <w:p w:rsidR="00F52DB0" w:rsidRDefault="00984224" w:rsidP="00F52DB0">
      <w:pPr>
        <w:pStyle w:val="Heading1"/>
      </w:pPr>
      <w:r>
        <w:t>Approach</w:t>
      </w:r>
    </w:p>
    <w:p w:rsidR="00F52DB0" w:rsidRDefault="00BB4A90" w:rsidP="00F52DB0">
      <w:r>
        <w:t xml:space="preserve">We will expose this functionality by means of a new flag, </w:t>
      </w:r>
      <w:r>
        <w:rPr>
          <w:i/>
        </w:rPr>
        <w:t>H5O_COPY_MERGE_NAMED_DTYPE_FLAG</w:t>
      </w:r>
      <w:r w:rsidR="00155B98">
        <w:t xml:space="preserve">, which can be added to the </w:t>
      </w:r>
      <w:proofErr w:type="spellStart"/>
      <w:r w:rsidR="00155B98">
        <w:rPr>
          <w:i/>
        </w:rPr>
        <w:t>copy_options</w:t>
      </w:r>
      <w:proofErr w:type="spellEnd"/>
      <w:r w:rsidR="00155B98">
        <w:t xml:space="preserve"> parameter for </w:t>
      </w:r>
      <w:r w:rsidR="00155B98">
        <w:rPr>
          <w:i/>
        </w:rPr>
        <w:t>H5Pset_copy_object</w:t>
      </w:r>
      <w:r w:rsidR="00155B98">
        <w:t xml:space="preserve">. </w:t>
      </w:r>
      <w:r w:rsidR="007158BA">
        <w:t xml:space="preserve">When this option is set, </w:t>
      </w:r>
      <w:r w:rsidR="007158BA">
        <w:rPr>
          <w:i/>
        </w:rPr>
        <w:t>H5Ocopy</w:t>
      </w:r>
      <w:r w:rsidR="007158BA">
        <w:t xml:space="preserve"> will, when it first encounters a dataset or attribute using a named datatype, search the destination file for named datatypes and build a </w:t>
      </w:r>
      <w:r w:rsidR="00486EA0">
        <w:t xml:space="preserve">temporary </w:t>
      </w:r>
      <w:r w:rsidR="007158BA">
        <w:t>li</w:t>
      </w:r>
      <w:r w:rsidR="00A752E0">
        <w:t xml:space="preserve">st </w:t>
      </w:r>
      <w:r w:rsidR="00486EA0">
        <w:t xml:space="preserve">in memory </w:t>
      </w:r>
      <w:r w:rsidR="00A752E0">
        <w:t xml:space="preserve">of all named datatypes </w:t>
      </w:r>
      <w:r w:rsidR="00A752E0">
        <w:lastRenderedPageBreak/>
        <w:t>found. It will then check if that list contains a datatype equal to the datatype of the source object, and if so, modify the copied object so that it uses the found named datatype as its datatype. When later datasets and attributes using named datatypes are encountered, the library will again check if the list contains a matching datatype, and will update the list if a new named datatype is created in the destination file as a result of the copy.</w:t>
      </w:r>
    </w:p>
    <w:p w:rsidR="00B66B48" w:rsidRPr="007D6EC0" w:rsidRDefault="00B66B48" w:rsidP="00F52DB0">
      <w:r>
        <w:t xml:space="preserve">To determine if two named datatypes are equal, </w:t>
      </w:r>
      <w:r w:rsidR="007D6EC0">
        <w:t xml:space="preserve">the library will check that </w:t>
      </w:r>
      <w:r>
        <w:t xml:space="preserve">their descriptions </w:t>
      </w:r>
      <w:r w:rsidR="007D6EC0">
        <w:t>are</w:t>
      </w:r>
      <w:r>
        <w:t xml:space="preserve"> identical</w:t>
      </w:r>
      <w:r w:rsidR="007D6EC0">
        <w:t xml:space="preserve">, in a manner similar to </w:t>
      </w:r>
      <w:r w:rsidR="007D6EC0">
        <w:rPr>
          <w:i/>
        </w:rPr>
        <w:t>H5Tequal</w:t>
      </w:r>
      <w:r w:rsidR="007D6EC0">
        <w:t xml:space="preserve">. In addition, if either named datatype has one or more attributes, then all attributes must be present in both named datatypes and they must all be identical. Each attribute’s datatype description, dataspace, and raw data must be identical. However, if an attribute uses a named datatype, that named </w:t>
      </w:r>
      <w:proofErr w:type="spellStart"/>
      <w:r w:rsidR="007D6EC0">
        <w:t>datatype’s</w:t>
      </w:r>
      <w:proofErr w:type="spellEnd"/>
      <w:r w:rsidR="007D6EC0">
        <w:t xml:space="preserve"> attributes will </w:t>
      </w:r>
      <w:r w:rsidR="007D6EC0">
        <w:rPr>
          <w:i/>
        </w:rPr>
        <w:t>not</w:t>
      </w:r>
      <w:r w:rsidR="007D6EC0">
        <w:t xml:space="preserve"> be compared.</w:t>
      </w:r>
    </w:p>
    <w:p w:rsidR="000407DF" w:rsidRDefault="000407DF" w:rsidP="00F52DB0">
      <w:r>
        <w:t xml:space="preserve">When the library encounters a named datatype in the source file, it will similarly search for a matching named datatype in the destination file. If a match is found, the library will simply create a hard link in the destination file to the found datatype. If a match is not found, the library will copy the named datatype normally and add it to the </w:t>
      </w:r>
      <w:r w:rsidR="00486EA0">
        <w:t xml:space="preserve">temporary </w:t>
      </w:r>
      <w:r>
        <w:t>list of named datatypes</w:t>
      </w:r>
      <w:r w:rsidR="00486EA0">
        <w:t xml:space="preserve"> in the destination file.</w:t>
      </w:r>
    </w:p>
    <w:p w:rsidR="00173A43" w:rsidRDefault="00173A43" w:rsidP="00173A43">
      <w:pPr>
        <w:pStyle w:val="Heading1"/>
      </w:pPr>
      <w:r>
        <w:t>Example</w:t>
      </w:r>
    </w:p>
    <w:p w:rsidR="00173A43" w:rsidRDefault="00173A43" w:rsidP="00173A43">
      <w:r>
        <w:t xml:space="preserve">This example shows how to enable this feature for use with </w:t>
      </w:r>
      <w:r>
        <w:rPr>
          <w:i/>
        </w:rPr>
        <w:t>H5Ocopy</w:t>
      </w:r>
      <w:r>
        <w:t>.</w:t>
      </w:r>
    </w:p>
    <w:p w:rsidR="00173A43" w:rsidRDefault="00173A43" w:rsidP="00173A43">
      <w:pPr>
        <w:pStyle w:val="PlainText"/>
      </w:pPr>
      <w:r>
        <w:t xml:space="preserve">hid_t </w:t>
      </w:r>
      <w:proofErr w:type="spellStart"/>
      <w:r>
        <w:t>ocp_plist_id</w:t>
      </w:r>
      <w:proofErr w:type="spellEnd"/>
      <w:r>
        <w:t>;</w:t>
      </w:r>
    </w:p>
    <w:p w:rsidR="00173A43" w:rsidRDefault="00173A43" w:rsidP="00173A43">
      <w:pPr>
        <w:pStyle w:val="PlainText"/>
      </w:pPr>
    </w:p>
    <w:p w:rsidR="00173A43" w:rsidRDefault="00173A43" w:rsidP="00173A43">
      <w:pPr>
        <w:pStyle w:val="PlainText"/>
      </w:pPr>
      <w:proofErr w:type="spellStart"/>
      <w:r>
        <w:t>ocp_plist_id</w:t>
      </w:r>
      <w:proofErr w:type="spellEnd"/>
      <w:r>
        <w:t xml:space="preserve"> = </w:t>
      </w:r>
      <w:proofErr w:type="gramStart"/>
      <w:r>
        <w:t>H5Pcreate(</w:t>
      </w:r>
      <w:proofErr w:type="gramEnd"/>
      <w:r>
        <w:t>H5P_OBJECT_COPY);</w:t>
      </w:r>
    </w:p>
    <w:p w:rsidR="00173A43" w:rsidRDefault="00173A43" w:rsidP="00173A43">
      <w:pPr>
        <w:pStyle w:val="PlainText"/>
      </w:pPr>
      <w:proofErr w:type="gramStart"/>
      <w:r>
        <w:t>status</w:t>
      </w:r>
      <w:proofErr w:type="gramEnd"/>
      <w:r>
        <w:t xml:space="preserve"> = H5Pset_copy_object(</w:t>
      </w:r>
      <w:proofErr w:type="spellStart"/>
      <w:r>
        <w:t>ocp_plist_id</w:t>
      </w:r>
      <w:proofErr w:type="spellEnd"/>
      <w:r>
        <w:t>, H5O_COPY_MERGE_NAMED_DT_FLAG);</w:t>
      </w:r>
    </w:p>
    <w:p w:rsidR="00173A43" w:rsidRDefault="00173A43" w:rsidP="00173A43">
      <w:pPr>
        <w:pStyle w:val="PlainText"/>
      </w:pPr>
      <w:proofErr w:type="gramStart"/>
      <w:r>
        <w:t>status</w:t>
      </w:r>
      <w:proofErr w:type="gramEnd"/>
      <w:r>
        <w:t xml:space="preserve"> = H5Ocopy(file1_id, </w:t>
      </w:r>
      <w:proofErr w:type="spellStart"/>
      <w:r>
        <w:t>src_name</w:t>
      </w:r>
      <w:proofErr w:type="spellEnd"/>
      <w:r>
        <w:t xml:space="preserve">, file2_id, </w:t>
      </w:r>
      <w:proofErr w:type="spellStart"/>
      <w:r>
        <w:t>dst_name</w:t>
      </w:r>
      <w:proofErr w:type="spellEnd"/>
      <w:r>
        <w:t xml:space="preserve">, </w:t>
      </w:r>
      <w:proofErr w:type="spellStart"/>
      <w:r>
        <w:t>ocp_plist_id</w:t>
      </w:r>
      <w:proofErr w:type="spellEnd"/>
      <w:r>
        <w:t>, H5P_DEFAULT);</w:t>
      </w:r>
    </w:p>
    <w:p w:rsidR="00CB2EC2" w:rsidRDefault="00CB2EC2" w:rsidP="00CB2EC2">
      <w:pPr>
        <w:pStyle w:val="Heading1"/>
      </w:pPr>
      <w:r>
        <w:t>Tools</w:t>
      </w:r>
    </w:p>
    <w:p w:rsidR="00CB2EC2" w:rsidRPr="00CB2EC2" w:rsidRDefault="00CB2EC2" w:rsidP="00CB2EC2">
      <w:r>
        <w:t>Once this functionality is added to the library, h5repack will be modified to use it by default when necessary to prevent duplicated named datatypes in the destination file. The feature will also be added as an option to h5copy, though it will be off by default.</w:t>
      </w:r>
    </w:p>
    <w:p w:rsidR="00F52DB0" w:rsidRDefault="00B64A9F" w:rsidP="00F52DB0">
      <w:pPr>
        <w:pStyle w:val="Heading"/>
      </w:pPr>
      <w:r>
        <w:t>Revision History</w:t>
      </w:r>
    </w:p>
    <w:tbl>
      <w:tblPr>
        <w:tblStyle w:val="TableGrid"/>
        <w:tblW w:w="100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2"/>
        <w:gridCol w:w="7668"/>
      </w:tblGrid>
      <w:tr w:rsidR="00E15DD0" w:rsidRPr="009D6CFF" w:rsidTr="00A131CD">
        <w:trPr>
          <w:jc w:val="center"/>
        </w:trPr>
        <w:tc>
          <w:tcPr>
            <w:tcW w:w="2412" w:type="dxa"/>
          </w:tcPr>
          <w:p w:rsidR="009D6CFF" w:rsidRDefault="006C6810" w:rsidP="006C6810">
            <w:pPr>
              <w:jc w:val="left"/>
              <w:rPr>
                <w:i/>
              </w:rPr>
            </w:pPr>
            <w:r>
              <w:rPr>
                <w:i/>
              </w:rPr>
              <w:t>August</w:t>
            </w:r>
            <w:r w:rsidR="009D6CFF" w:rsidRPr="009D6CFF">
              <w:rPr>
                <w:i/>
              </w:rPr>
              <w:t xml:space="preserve"> </w:t>
            </w:r>
            <w:r>
              <w:rPr>
                <w:i/>
              </w:rPr>
              <w:t>25</w:t>
            </w:r>
            <w:r w:rsidR="009D6CFF" w:rsidRPr="009D6CFF">
              <w:rPr>
                <w:i/>
              </w:rPr>
              <w:t>, 20</w:t>
            </w:r>
            <w:r>
              <w:rPr>
                <w:i/>
              </w:rPr>
              <w:t>11</w:t>
            </w:r>
            <w:r w:rsidR="009D6CFF" w:rsidRPr="009D6CFF">
              <w:rPr>
                <w:i/>
              </w:rPr>
              <w:t>:</w:t>
            </w:r>
          </w:p>
          <w:p w:rsidR="0018370E" w:rsidRDefault="0018370E" w:rsidP="006C6810">
            <w:pPr>
              <w:jc w:val="left"/>
              <w:rPr>
                <w:i/>
              </w:rPr>
            </w:pPr>
            <w:r>
              <w:rPr>
                <w:i/>
              </w:rPr>
              <w:t>August 29, 2011:</w:t>
            </w:r>
          </w:p>
          <w:p w:rsidR="00A131CD" w:rsidRPr="009D6CFF" w:rsidRDefault="00A131CD" w:rsidP="006C6810">
            <w:pPr>
              <w:jc w:val="left"/>
              <w:rPr>
                <w:i/>
              </w:rPr>
            </w:pPr>
            <w:r>
              <w:rPr>
                <w:i/>
              </w:rPr>
              <w:t>September 21, 2011:</w:t>
            </w:r>
          </w:p>
        </w:tc>
        <w:tc>
          <w:tcPr>
            <w:tcW w:w="7668" w:type="dxa"/>
          </w:tcPr>
          <w:p w:rsidR="009D6CFF" w:rsidRDefault="009D6CFF" w:rsidP="00CB3FF0">
            <w:pPr>
              <w:jc w:val="left"/>
            </w:pPr>
            <w:r w:rsidRPr="009D6CFF">
              <w:t>Version 1 circulated for comment within The HDF Group.</w:t>
            </w:r>
          </w:p>
          <w:p w:rsidR="0018370E" w:rsidRDefault="0018370E" w:rsidP="0018370E">
            <w:pPr>
              <w:jc w:val="left"/>
            </w:pPr>
            <w:r w:rsidRPr="009D6CFF">
              <w:t xml:space="preserve">Version </w:t>
            </w:r>
            <w:r>
              <w:t>2</w:t>
            </w:r>
            <w:r w:rsidRPr="009D6CFF">
              <w:t xml:space="preserve"> circulated for comment within The HDF Group.</w:t>
            </w:r>
          </w:p>
          <w:p w:rsidR="00A131CD" w:rsidRDefault="00A131CD" w:rsidP="0018370E">
            <w:pPr>
              <w:jc w:val="left"/>
            </w:pPr>
            <w:r>
              <w:t>Version 3 circulated for comment.</w:t>
            </w:r>
          </w:p>
          <w:p w:rsidR="0018370E" w:rsidRPr="009D6CFF" w:rsidRDefault="0018370E" w:rsidP="00CB3FF0">
            <w:pPr>
              <w:jc w:val="left"/>
            </w:pPr>
          </w:p>
        </w:tc>
      </w:tr>
    </w:tbl>
    <w:p w:rsidR="00F52DB0" w:rsidRPr="00C62B71" w:rsidRDefault="00F52DB0" w:rsidP="00CB3FF0">
      <w:pPr>
        <w:spacing w:after="0"/>
      </w:pPr>
    </w:p>
    <w:sectPr w:rsidR="00F52DB0" w:rsidRPr="00C62B71" w:rsidSect="00F52DB0">
      <w:headerReference w:type="default" r:id="rId9"/>
      <w:footerReference w:type="default" r:id="rId10"/>
      <w:headerReference w:type="first" r:id="rId11"/>
      <w:footerReference w:type="first" r:id="rId12"/>
      <w:pgSz w:w="12240" w:h="15840" w:code="1"/>
      <w:pgMar w:top="1152" w:right="1152" w:bottom="1440" w:left="1152" w:header="432"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5094" w:rsidRDefault="00C05094" w:rsidP="00F52DB0">
      <w:r>
        <w:separator/>
      </w:r>
    </w:p>
  </w:endnote>
  <w:endnote w:type="continuationSeparator" w:id="0">
    <w:p w:rsidR="00C05094" w:rsidRDefault="00C05094" w:rsidP="00F52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rsidR="009A5E8E" w:rsidRDefault="009A5E8E" w:rsidP="00F52DB0">
            <w:pPr>
              <w:pStyle w:val="HDFFooter"/>
            </w:pPr>
            <w:r>
              <w:rPr>
                <w:noProof/>
              </w:rPr>
              <w:drawing>
                <wp:anchor distT="0" distB="0" distL="0" distR="0" simplePos="0" relativeHeight="251658240" behindDoc="0" locked="0" layoutInCell="1" allowOverlap="1">
                  <wp:simplePos x="0" y="0"/>
                  <wp:positionH relativeFrom="leftMargin">
                    <wp:posOffset>822960</wp:posOffset>
                  </wp:positionH>
                  <wp:positionV relativeFrom="bottomMargin">
                    <wp:posOffset>288290</wp:posOffset>
                  </wp:positionV>
                  <wp:extent cx="594360" cy="360680"/>
                  <wp:effectExtent l="19050" t="0" r="0" b="0"/>
                  <wp:wrapSquare wrapText="right"/>
                  <wp:docPr id="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rsidR="00A21910">
              <w:fldChar w:fldCharType="begin"/>
            </w:r>
            <w:r>
              <w:instrText xml:space="preserve"> PAGE </w:instrText>
            </w:r>
            <w:r w:rsidR="00A21910">
              <w:fldChar w:fldCharType="separate"/>
            </w:r>
            <w:r w:rsidR="00C1281E">
              <w:rPr>
                <w:noProof/>
              </w:rPr>
              <w:t>2</w:t>
            </w:r>
            <w:r w:rsidR="00A21910">
              <w:rPr>
                <w:noProof/>
              </w:rPr>
              <w:fldChar w:fldCharType="end"/>
            </w:r>
            <w:r>
              <w:t xml:space="preserve"> of </w:t>
            </w:r>
            <w:r w:rsidR="00C05094">
              <w:fldChar w:fldCharType="begin"/>
            </w:r>
            <w:r w:rsidR="00C05094">
              <w:instrText xml:space="preserve"> NUMPAGES  </w:instrText>
            </w:r>
            <w:r w:rsidR="00C05094">
              <w:fldChar w:fldCharType="separate"/>
            </w:r>
            <w:r w:rsidR="00C1281E">
              <w:rPr>
                <w:noProof/>
              </w:rPr>
              <w:t>2</w:t>
            </w:r>
            <w:r w:rsidR="00C05094">
              <w:rPr>
                <w:noProof/>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83"/>
      <w:docPartObj>
        <w:docPartGallery w:val="Page Numbers (Bottom of Page)"/>
        <w:docPartUnique/>
      </w:docPartObj>
    </w:sdtPr>
    <w:sdtEndPr/>
    <w:sdtContent>
      <w:sdt>
        <w:sdtPr>
          <w:id w:val="1478484"/>
          <w:docPartObj>
            <w:docPartGallery w:val="Page Numbers (Top of Page)"/>
            <w:docPartUnique/>
          </w:docPartObj>
        </w:sdtPr>
        <w:sdtEndPr/>
        <w:sdtContent>
          <w:p w:rsidR="009A5E8E" w:rsidRDefault="009A5E8E" w:rsidP="00F52DB0">
            <w:pPr>
              <w:pStyle w:val="HDFFooter"/>
            </w:pPr>
            <w:r>
              <w:rPr>
                <w:noProof/>
              </w:rPr>
              <w:drawing>
                <wp:anchor distT="0" distB="0" distL="0" distR="0" simplePos="0" relativeHeight="251660288" behindDoc="0" locked="0" layoutInCell="1" allowOverlap="1">
                  <wp:simplePos x="0" y="0"/>
                  <wp:positionH relativeFrom="leftMargin">
                    <wp:posOffset>822960</wp:posOffset>
                  </wp:positionH>
                  <wp:positionV relativeFrom="bottomMargin">
                    <wp:posOffset>288290</wp:posOffset>
                  </wp:positionV>
                  <wp:extent cx="594360" cy="360680"/>
                  <wp:effectExtent l="19050" t="0" r="0" b="0"/>
                  <wp:wrapSquare wrapText="right"/>
                  <wp:docPr id="3"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rsidR="00A21910">
              <w:fldChar w:fldCharType="begin"/>
            </w:r>
            <w:r>
              <w:instrText xml:space="preserve"> PAGE </w:instrText>
            </w:r>
            <w:r w:rsidR="00A21910">
              <w:fldChar w:fldCharType="separate"/>
            </w:r>
            <w:r w:rsidR="00C1281E">
              <w:rPr>
                <w:noProof/>
              </w:rPr>
              <w:t>1</w:t>
            </w:r>
            <w:r w:rsidR="00A21910">
              <w:rPr>
                <w:noProof/>
              </w:rPr>
              <w:fldChar w:fldCharType="end"/>
            </w:r>
            <w:r>
              <w:t xml:space="preserve"> of </w:t>
            </w:r>
            <w:r w:rsidR="00C05094">
              <w:fldChar w:fldCharType="begin"/>
            </w:r>
            <w:r w:rsidR="00C05094">
              <w:instrText xml:space="preserve"> NUMPAGES  </w:instrText>
            </w:r>
            <w:r w:rsidR="00C05094">
              <w:fldChar w:fldCharType="separate"/>
            </w:r>
            <w:r w:rsidR="00C1281E">
              <w:rPr>
                <w:noProof/>
              </w:rPr>
              <w:t>2</w:t>
            </w:r>
            <w:r w:rsidR="00C05094">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5094" w:rsidRDefault="00C05094" w:rsidP="00F52DB0">
      <w:r>
        <w:separator/>
      </w:r>
    </w:p>
  </w:footnote>
  <w:footnote w:type="continuationSeparator" w:id="0">
    <w:p w:rsidR="00C05094" w:rsidRDefault="00C05094" w:rsidP="00F52D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E8E" w:rsidRDefault="00A131CD" w:rsidP="00F52DB0">
    <w:pPr>
      <w:pStyle w:val="THGHeader2"/>
    </w:pPr>
    <w:r>
      <w:t>September 21</w:t>
    </w:r>
    <w:r w:rsidR="009A5E8E">
      <w:t>, 2011</w:t>
    </w:r>
    <w:r w:rsidR="009A5E8E">
      <w:ptab w:relativeTo="margin" w:alignment="center" w:leader="none"/>
    </w:r>
    <w:r w:rsidR="009A5E8E">
      <w:ptab w:relativeTo="margin" w:alignment="right" w:leader="none"/>
    </w:r>
    <w:r w:rsidR="009A5E8E">
      <w:t>RFC THG 2011-08-25.v</w:t>
    </w:r>
    <w: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E8E" w:rsidRPr="006D4EA4" w:rsidRDefault="00A131CD" w:rsidP="006D4EA4">
    <w:pPr>
      <w:pStyle w:val="THGHeader"/>
    </w:pPr>
    <w:r>
      <w:t>September</w:t>
    </w:r>
    <w:r w:rsidR="009A5E8E">
      <w:t xml:space="preserve"> 2</w:t>
    </w:r>
    <w:r>
      <w:t>1</w:t>
    </w:r>
    <w:r w:rsidR="009A5E8E">
      <w:t>, 2011</w:t>
    </w:r>
    <w:r w:rsidR="009A5E8E">
      <w:ptab w:relativeTo="margin" w:alignment="center" w:leader="none"/>
    </w:r>
    <w:r w:rsidR="009A5E8E">
      <w:ptab w:relativeTo="margin" w:alignment="right" w:leader="none"/>
    </w:r>
    <w:r w:rsidR="009A5E8E">
      <w:t>RFC THG 2011-08-25.v</w:t>
    </w:r>
    <w: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0"/>
    <w:multiLevelType w:val="singleLevel"/>
    <w:tmpl w:val="DB6C3E8C"/>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9D287A2E"/>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CA0233E4"/>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B19AECF2"/>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192282CE"/>
    <w:lvl w:ilvl="0">
      <w:start w:val="1"/>
      <w:numFmt w:val="decimal"/>
      <w:pStyle w:val="ListNumber"/>
      <w:lvlText w:val="%1)"/>
      <w:lvlJc w:val="left"/>
      <w:pPr>
        <w:ind w:left="360" w:hanging="360"/>
      </w:pPr>
    </w:lvl>
  </w:abstractNum>
  <w:abstractNum w:abstractNumId="8">
    <w:nsid w:val="FFFFFF89"/>
    <w:multiLevelType w:val="singleLevel"/>
    <w:tmpl w:val="E348CE72"/>
    <w:lvl w:ilvl="0">
      <w:start w:val="1"/>
      <w:numFmt w:val="bullet"/>
      <w:lvlText w:val=""/>
      <w:lvlJc w:val="left"/>
      <w:pPr>
        <w:tabs>
          <w:tab w:val="num" w:pos="360"/>
        </w:tabs>
        <w:ind w:left="360" w:hanging="360"/>
      </w:pPr>
      <w:rPr>
        <w:rFonts w:ascii="Symbol" w:hAnsi="Symbol" w:hint="default"/>
      </w:rPr>
    </w:lvl>
  </w:abstractNum>
  <w:abstractNum w:abstractNumId="9">
    <w:nsid w:val="07591A68"/>
    <w:multiLevelType w:val="multilevel"/>
    <w:tmpl w:val="AADC334A"/>
    <w:lvl w:ilvl="0">
      <w:start w:val="1"/>
      <w:numFmt w:val="decimal"/>
      <w:pStyle w:val="Heading1"/>
      <w:lvlText w:val="%1"/>
      <w:lvlJc w:val="left"/>
      <w:pPr>
        <w:ind w:left="432" w:hanging="432"/>
      </w:pPr>
      <w:rPr>
        <w:sz w:val="28"/>
        <w:szCs w:val="28"/>
      </w:rPr>
    </w:lvl>
    <w:lvl w:ilvl="1">
      <w:start w:val="1"/>
      <w:numFmt w:val="decimal"/>
      <w:pStyle w:val="Heading2"/>
      <w:lvlText w:val="%1.%2"/>
      <w:lvlJc w:val="left"/>
      <w:pPr>
        <w:ind w:left="576" w:hanging="576"/>
      </w:pPr>
      <w:rPr>
        <w:sz w:val="26"/>
        <w:szCs w:val="26"/>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FEA2E7E"/>
    <w:multiLevelType w:val="hybridMultilevel"/>
    <w:tmpl w:val="97669FEA"/>
    <w:lvl w:ilvl="0" w:tplc="33C43CD0">
      <w:start w:val="1"/>
      <w:numFmt w:val="decimal"/>
      <w:lvlText w:val="%1)"/>
      <w:lvlJc w:val="left"/>
      <w:pPr>
        <w:ind w:left="1080" w:hanging="360"/>
      </w:pPr>
      <w:rPr>
        <w:rFonts w:hint="default"/>
      </w:r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2"/>
  </w:num>
  <w:num w:numId="3">
    <w:abstractNumId w:val="7"/>
  </w:num>
  <w:num w:numId="4">
    <w:abstractNumId w:val="2"/>
  </w:num>
  <w:num w:numId="5">
    <w:abstractNumId w:val="1"/>
  </w:num>
  <w:num w:numId="6">
    <w:abstractNumId w:val="0"/>
  </w:num>
  <w:num w:numId="7">
    <w:abstractNumId w:val="12"/>
    <w:lvlOverride w:ilvl="0">
      <w:startOverride w:val="1"/>
    </w:lvlOverride>
  </w:num>
  <w:num w:numId="8">
    <w:abstractNumId w:val="12"/>
    <w:lvlOverride w:ilvl="0">
      <w:startOverride w:val="1"/>
    </w:lvlOverride>
  </w:num>
  <w:num w:numId="9">
    <w:abstractNumId w:val="12"/>
    <w:lvlOverride w:ilvl="0">
      <w:startOverride w:val="1"/>
    </w:lvlOverride>
  </w:num>
  <w:num w:numId="10">
    <w:abstractNumId w:val="12"/>
    <w:lvlOverride w:ilvl="0">
      <w:startOverride w:val="1"/>
    </w:lvlOverride>
  </w:num>
  <w:num w:numId="11">
    <w:abstractNumId w:val="12"/>
    <w:lvlOverride w:ilvl="0">
      <w:startOverride w:val="1"/>
    </w:lvlOverride>
  </w:num>
  <w:num w:numId="12">
    <w:abstractNumId w:val="12"/>
    <w:lvlOverride w:ilvl="0">
      <w:startOverride w:val="1"/>
    </w:lvlOverride>
  </w:num>
  <w:num w:numId="13">
    <w:abstractNumId w:val="12"/>
    <w:lvlOverride w:ilvl="0">
      <w:startOverride w:val="1"/>
    </w:lvlOverride>
  </w:num>
  <w:num w:numId="14">
    <w:abstractNumId w:val="12"/>
    <w:lvlOverride w:ilvl="0">
      <w:startOverride w:val="1"/>
    </w:lvlOverride>
  </w:num>
  <w:num w:numId="15">
    <w:abstractNumId w:val="12"/>
    <w:lvlOverride w:ilvl="0">
      <w:startOverride w:val="1"/>
    </w:lvlOverride>
  </w:num>
  <w:num w:numId="16">
    <w:abstractNumId w:val="12"/>
    <w:lvlOverride w:ilvl="0">
      <w:startOverride w:val="1"/>
    </w:lvlOverride>
  </w:num>
  <w:num w:numId="17">
    <w:abstractNumId w:val="12"/>
    <w:lvlOverride w:ilvl="0">
      <w:startOverride w:val="1"/>
    </w:lvlOverride>
  </w:num>
  <w:num w:numId="18">
    <w:abstractNumId w:val="12"/>
    <w:lvlOverride w:ilvl="0">
      <w:startOverride w:val="1"/>
    </w:lvlOverride>
  </w:num>
  <w:num w:numId="19">
    <w:abstractNumId w:val="11"/>
  </w:num>
  <w:num w:numId="20">
    <w:abstractNumId w:val="10"/>
  </w:num>
  <w:num w:numId="21">
    <w:abstractNumId w:val="12"/>
    <w:lvlOverride w:ilvl="0">
      <w:startOverride w:val="1"/>
    </w:lvlOverride>
  </w:num>
  <w:num w:numId="22">
    <w:abstractNumId w:val="12"/>
    <w:lvlOverride w:ilvl="0">
      <w:startOverride w:val="1"/>
    </w:lvlOverride>
  </w:num>
  <w:num w:numId="23">
    <w:abstractNumId w:val="12"/>
    <w:lvlOverride w:ilvl="0">
      <w:startOverride w:val="1"/>
    </w:lvlOverride>
  </w:num>
  <w:num w:numId="24">
    <w:abstractNumId w:val="12"/>
    <w:lvlOverride w:ilvl="0">
      <w:startOverride w:val="1"/>
    </w:lvlOverride>
  </w:num>
  <w:num w:numId="25">
    <w:abstractNumId w:val="12"/>
    <w:lvlOverride w:ilvl="0">
      <w:startOverride w:val="1"/>
    </w:lvlOverride>
  </w:num>
  <w:num w:numId="26">
    <w:abstractNumId w:val="12"/>
    <w:lvlOverride w:ilvl="0">
      <w:startOverride w:val="1"/>
    </w:lvlOverride>
  </w:num>
  <w:num w:numId="27">
    <w:abstractNumId w:val="12"/>
    <w:lvlOverride w:ilvl="0">
      <w:startOverride w:val="1"/>
    </w:lvlOverride>
  </w:num>
  <w:num w:numId="28">
    <w:abstractNumId w:val="8"/>
  </w:num>
  <w:num w:numId="29">
    <w:abstractNumId w:val="6"/>
  </w:num>
  <w:num w:numId="30">
    <w:abstractNumId w:val="5"/>
  </w:num>
  <w:num w:numId="31">
    <w:abstractNumId w:val="4"/>
  </w:num>
  <w:num w:numId="32">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5"/>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AD"/>
    <w:rsid w:val="0001077E"/>
    <w:rsid w:val="000407DF"/>
    <w:rsid w:val="00052EF7"/>
    <w:rsid w:val="00082BE1"/>
    <w:rsid w:val="00155B98"/>
    <w:rsid w:val="00173A43"/>
    <w:rsid w:val="0018370E"/>
    <w:rsid w:val="001B0067"/>
    <w:rsid w:val="001B7060"/>
    <w:rsid w:val="001C4DA3"/>
    <w:rsid w:val="001D4648"/>
    <w:rsid w:val="00204B84"/>
    <w:rsid w:val="002B2970"/>
    <w:rsid w:val="00306AAD"/>
    <w:rsid w:val="00322AE7"/>
    <w:rsid w:val="00323426"/>
    <w:rsid w:val="003256FB"/>
    <w:rsid w:val="003A0405"/>
    <w:rsid w:val="003A58C4"/>
    <w:rsid w:val="00444540"/>
    <w:rsid w:val="00486EA0"/>
    <w:rsid w:val="00497D96"/>
    <w:rsid w:val="004B3AD1"/>
    <w:rsid w:val="004D666F"/>
    <w:rsid w:val="005074C5"/>
    <w:rsid w:val="005408E7"/>
    <w:rsid w:val="0056191E"/>
    <w:rsid w:val="005D4376"/>
    <w:rsid w:val="005D7F3A"/>
    <w:rsid w:val="00690A9C"/>
    <w:rsid w:val="006B19F4"/>
    <w:rsid w:val="006C111A"/>
    <w:rsid w:val="006C48E5"/>
    <w:rsid w:val="006C6810"/>
    <w:rsid w:val="006D4EA4"/>
    <w:rsid w:val="00711931"/>
    <w:rsid w:val="007158BA"/>
    <w:rsid w:val="00796F63"/>
    <w:rsid w:val="007D2CB3"/>
    <w:rsid w:val="007D6EC0"/>
    <w:rsid w:val="00864AAC"/>
    <w:rsid w:val="00904655"/>
    <w:rsid w:val="009801D0"/>
    <w:rsid w:val="00984224"/>
    <w:rsid w:val="0099691E"/>
    <w:rsid w:val="009A5E8E"/>
    <w:rsid w:val="009D6CFF"/>
    <w:rsid w:val="009F0285"/>
    <w:rsid w:val="00A131CD"/>
    <w:rsid w:val="00A21910"/>
    <w:rsid w:val="00A752E0"/>
    <w:rsid w:val="00A769A7"/>
    <w:rsid w:val="00A95C3D"/>
    <w:rsid w:val="00B64A9F"/>
    <w:rsid w:val="00B66B48"/>
    <w:rsid w:val="00B76352"/>
    <w:rsid w:val="00BB4A90"/>
    <w:rsid w:val="00C05094"/>
    <w:rsid w:val="00C1281E"/>
    <w:rsid w:val="00C2746F"/>
    <w:rsid w:val="00C70BAE"/>
    <w:rsid w:val="00C94384"/>
    <w:rsid w:val="00CA19A7"/>
    <w:rsid w:val="00CB2EC2"/>
    <w:rsid w:val="00CB3FF0"/>
    <w:rsid w:val="00CC03BD"/>
    <w:rsid w:val="00CD5D8A"/>
    <w:rsid w:val="00D07438"/>
    <w:rsid w:val="00D232B9"/>
    <w:rsid w:val="00D90EBF"/>
    <w:rsid w:val="00E15DD0"/>
    <w:rsid w:val="00E3572E"/>
    <w:rsid w:val="00E62F27"/>
    <w:rsid w:val="00F315CA"/>
    <w:rsid w:val="00F4715F"/>
    <w:rsid w:val="00F52DB0"/>
    <w:rsid w:val="00F62062"/>
    <w:rsid w:val="00F62723"/>
    <w:rsid w:val="00F67D1D"/>
    <w:rsid w:val="00FF7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qFormat="1"/>
    <w:lsdException w:name="List Bullet" w:qFormat="1"/>
    <w:lsdException w:name="List Number" w:qFormat="1"/>
    <w:lsdException w:name="List Number 2" w:qFormat="1"/>
    <w:lsdException w:name="Title" w:semiHidden="0" w:uiPriority="10" w:unhideWhenUsed="0" w:qFormat="1"/>
    <w:lsdException w:name="Default Paragraph Font" w:uiPriority="1"/>
    <w:lsdException w:name="Subtitle" w:uiPriority="24"/>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8"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E2A"/>
    <w:pPr>
      <w:spacing w:after="120"/>
      <w:jc w:val="both"/>
    </w:pPr>
    <w:rPr>
      <w:rFonts w:asciiTheme="minorHAnsi" w:hAnsiTheme="minorHAnsi"/>
      <w:sz w:val="24"/>
    </w:rPr>
  </w:style>
  <w:style w:type="paragraph" w:styleId="Heading1">
    <w:name w:val="heading 1"/>
    <w:basedOn w:val="Normal"/>
    <w:next w:val="Normal"/>
    <w:link w:val="Heading1Char"/>
    <w:autoRedefine/>
    <w:uiPriority w:val="2"/>
    <w:qFormat/>
    <w:rsid w:val="00D95412"/>
    <w:pPr>
      <w:keepNext/>
      <w:keepLines/>
      <w:numPr>
        <w:numId w:val="1"/>
      </w:numPr>
      <w:spacing w:before="36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EB5B3B"/>
    <w:pPr>
      <w:keepNext/>
      <w:keepLines/>
      <w:numPr>
        <w:ilvl w:val="1"/>
        <w:numId w:val="1"/>
      </w:numPr>
      <w:spacing w:before="20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D95412"/>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qFormat/>
    <w:rsid w:val="00911B70"/>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semiHidden/>
    <w:unhideWhenUsed/>
    <w:qFormat/>
    <w:rsid w:val="00D95412"/>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qFormat/>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433DA0"/>
    <w:pPr>
      <w:spacing w:after="0"/>
    </w:pPr>
    <w:rPr>
      <w:rFonts w:ascii="Consolas" w:hAnsi="Consolas"/>
      <w:sz w:val="21"/>
      <w:szCs w:val="21"/>
    </w:rPr>
  </w:style>
  <w:style w:type="character" w:customStyle="1" w:styleId="PlainTextChar">
    <w:name w:val="Plain Text Char"/>
    <w:basedOn w:val="DefaultParagraphFont"/>
    <w:link w:val="PlainText"/>
    <w:uiPriority w:val="7"/>
    <w:rsid w:val="007C4964"/>
    <w:rPr>
      <w:rFonts w:ascii="Consolas" w:hAnsi="Consolas"/>
      <w:sz w:val="21"/>
      <w:szCs w:val="21"/>
    </w:rPr>
  </w:style>
  <w:style w:type="paragraph" w:styleId="NoSpacing">
    <w:name w:val="No Spacing"/>
    <w:uiPriority w:val="24"/>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0E4D80"/>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913E2A"/>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945E9B"/>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EB5B3B"/>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2"/>
    <w:rsid w:val="00945E9B"/>
    <w:rPr>
      <w:rFonts w:eastAsiaTheme="majorEastAsia" w:cstheme="majorBidi"/>
      <w:b/>
      <w:bCs/>
      <w:color w:val="000000" w:themeColor="text1"/>
      <w:sz w:val="24"/>
    </w:rPr>
  </w:style>
  <w:style w:type="character" w:customStyle="1" w:styleId="Heading4Char">
    <w:name w:val="Heading 4 Char"/>
    <w:basedOn w:val="DefaultParagraphFont"/>
    <w:link w:val="Heading4"/>
    <w:uiPriority w:val="16"/>
    <w:rsid w:val="00985AAE"/>
    <w:rPr>
      <w:rFonts w:eastAsiaTheme="majorEastAsia" w:cstheme="majorBidi"/>
      <w:b/>
      <w:bCs/>
      <w:i/>
      <w:iCs/>
      <w:sz w:val="24"/>
    </w:rPr>
  </w:style>
  <w:style w:type="character" w:customStyle="1" w:styleId="Heading5Char">
    <w:name w:val="Heading 5 Char"/>
    <w:basedOn w:val="DefaultParagraphFont"/>
    <w:link w:val="Heading5"/>
    <w:uiPriority w:val="16"/>
    <w:semiHidden/>
    <w:rsid w:val="00985AAE"/>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5"/>
    <w:qFormat/>
    <w:rsid w:val="00ED4545"/>
    <w:pPr>
      <w:ind w:left="720"/>
      <w:jc w:val="left"/>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qFormat/>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911B70"/>
    <w:pPr>
      <w:spacing w:before="200"/>
      <w:jc w:val="left"/>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11"/>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numPr>
        <w:numId w:val="3"/>
      </w:numPr>
      <w:contextualSpacing/>
    </w:pPr>
  </w:style>
  <w:style w:type="paragraph" w:styleId="ListNumber2">
    <w:name w:val="List Number 2"/>
    <w:basedOn w:val="Normal"/>
    <w:uiPriority w:val="5"/>
    <w:qFormat/>
    <w:rsid w:val="000F1A50"/>
    <w:pPr>
      <w:numPr>
        <w:numId w:val="2"/>
      </w:numPr>
      <w:spacing w:after="40"/>
      <w:jc w:val="left"/>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20"/>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qFormat="1"/>
    <w:lsdException w:name="List Bullet" w:qFormat="1"/>
    <w:lsdException w:name="List Number" w:qFormat="1"/>
    <w:lsdException w:name="List Number 2" w:qFormat="1"/>
    <w:lsdException w:name="Title" w:semiHidden="0" w:uiPriority="10" w:unhideWhenUsed="0" w:qFormat="1"/>
    <w:lsdException w:name="Default Paragraph Font" w:uiPriority="1"/>
    <w:lsdException w:name="Subtitle" w:uiPriority="24"/>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8"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E2A"/>
    <w:pPr>
      <w:spacing w:after="120"/>
      <w:jc w:val="both"/>
    </w:pPr>
    <w:rPr>
      <w:rFonts w:asciiTheme="minorHAnsi" w:hAnsiTheme="minorHAnsi"/>
      <w:sz w:val="24"/>
    </w:rPr>
  </w:style>
  <w:style w:type="paragraph" w:styleId="Heading1">
    <w:name w:val="heading 1"/>
    <w:basedOn w:val="Normal"/>
    <w:next w:val="Normal"/>
    <w:link w:val="Heading1Char"/>
    <w:autoRedefine/>
    <w:uiPriority w:val="2"/>
    <w:qFormat/>
    <w:rsid w:val="00D95412"/>
    <w:pPr>
      <w:keepNext/>
      <w:keepLines/>
      <w:numPr>
        <w:numId w:val="1"/>
      </w:numPr>
      <w:spacing w:before="36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EB5B3B"/>
    <w:pPr>
      <w:keepNext/>
      <w:keepLines/>
      <w:numPr>
        <w:ilvl w:val="1"/>
        <w:numId w:val="1"/>
      </w:numPr>
      <w:spacing w:before="20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D95412"/>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qFormat/>
    <w:rsid w:val="00911B70"/>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semiHidden/>
    <w:unhideWhenUsed/>
    <w:qFormat/>
    <w:rsid w:val="00D95412"/>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qFormat/>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433DA0"/>
    <w:pPr>
      <w:spacing w:after="0"/>
    </w:pPr>
    <w:rPr>
      <w:rFonts w:ascii="Consolas" w:hAnsi="Consolas"/>
      <w:sz w:val="21"/>
      <w:szCs w:val="21"/>
    </w:rPr>
  </w:style>
  <w:style w:type="character" w:customStyle="1" w:styleId="PlainTextChar">
    <w:name w:val="Plain Text Char"/>
    <w:basedOn w:val="DefaultParagraphFont"/>
    <w:link w:val="PlainText"/>
    <w:uiPriority w:val="7"/>
    <w:rsid w:val="007C4964"/>
    <w:rPr>
      <w:rFonts w:ascii="Consolas" w:hAnsi="Consolas"/>
      <w:sz w:val="21"/>
      <w:szCs w:val="21"/>
    </w:rPr>
  </w:style>
  <w:style w:type="paragraph" w:styleId="NoSpacing">
    <w:name w:val="No Spacing"/>
    <w:uiPriority w:val="24"/>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0E4D80"/>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913E2A"/>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945E9B"/>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EB5B3B"/>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2"/>
    <w:rsid w:val="00945E9B"/>
    <w:rPr>
      <w:rFonts w:eastAsiaTheme="majorEastAsia" w:cstheme="majorBidi"/>
      <w:b/>
      <w:bCs/>
      <w:color w:val="000000" w:themeColor="text1"/>
      <w:sz w:val="24"/>
    </w:rPr>
  </w:style>
  <w:style w:type="character" w:customStyle="1" w:styleId="Heading4Char">
    <w:name w:val="Heading 4 Char"/>
    <w:basedOn w:val="DefaultParagraphFont"/>
    <w:link w:val="Heading4"/>
    <w:uiPriority w:val="16"/>
    <w:rsid w:val="00985AAE"/>
    <w:rPr>
      <w:rFonts w:eastAsiaTheme="majorEastAsia" w:cstheme="majorBidi"/>
      <w:b/>
      <w:bCs/>
      <w:i/>
      <w:iCs/>
      <w:sz w:val="24"/>
    </w:rPr>
  </w:style>
  <w:style w:type="character" w:customStyle="1" w:styleId="Heading5Char">
    <w:name w:val="Heading 5 Char"/>
    <w:basedOn w:val="DefaultParagraphFont"/>
    <w:link w:val="Heading5"/>
    <w:uiPriority w:val="16"/>
    <w:semiHidden/>
    <w:rsid w:val="00985AAE"/>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5"/>
    <w:qFormat/>
    <w:rsid w:val="00ED4545"/>
    <w:pPr>
      <w:ind w:left="720"/>
      <w:jc w:val="left"/>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qFormat/>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911B70"/>
    <w:pPr>
      <w:spacing w:before="200"/>
      <w:jc w:val="left"/>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11"/>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numPr>
        <w:numId w:val="3"/>
      </w:numPr>
      <w:contextualSpacing/>
    </w:pPr>
  </w:style>
  <w:style w:type="paragraph" w:styleId="ListNumber2">
    <w:name w:val="List Number 2"/>
    <w:basedOn w:val="Normal"/>
    <w:uiPriority w:val="5"/>
    <w:qFormat/>
    <w:rsid w:val="000F1A50"/>
    <w:pPr>
      <w:numPr>
        <w:numId w:val="2"/>
      </w:numPr>
      <w:spacing w:after="40"/>
      <w:jc w:val="left"/>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20"/>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n\AppData\Local\Temp\RF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0EA98-7C40-41E5-9EB8-D4B6B3BD8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RFC_Template.dotx</Template>
  <TotalTime>1</TotalTime>
  <Pages>2</Pages>
  <Words>692</Words>
  <Characters>3950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RFC</vt:lpstr>
    </vt:vector>
  </TitlesOfParts>
  <Company>The HDF Group</Company>
  <LinksUpToDate>false</LinksUpToDate>
  <CharactersWithSpaces>4633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RFC</dc:title>
  <dc:creator>Neil Fortner</dc:creator>
  <cp:lastModifiedBy>Evans, Mark</cp:lastModifiedBy>
  <cp:revision>2</cp:revision>
  <cp:lastPrinted>2008-08-22T21:45:00Z</cp:lastPrinted>
  <dcterms:created xsi:type="dcterms:W3CDTF">2012-03-16T19:21:00Z</dcterms:created>
  <dcterms:modified xsi:type="dcterms:W3CDTF">2012-03-16T19:21:00Z</dcterms:modified>
</cp:coreProperties>
</file>